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6A0A24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651D8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651D8" w:rsidP="00850A6A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0A6A">
              <w:rPr>
                <w:rFonts w:ascii="Arial" w:hAnsi="Arial" w:cs="Arial"/>
                <w:sz w:val="18"/>
                <w:szCs w:val="18"/>
              </w:rPr>
              <w:t>86</w:t>
            </w:r>
          </w:p>
        </w:tc>
      </w:tr>
      <w:tr w:rsidR="003B7DF9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651D8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4C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AD4CCC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50A6A">
              <w:rPr>
                <w:rFonts w:ascii="Arial" w:hAnsi="Arial" w:cs="Arial"/>
                <w:noProof/>
                <w:sz w:val="18"/>
                <w:szCs w:val="18"/>
              </w:rPr>
              <w:t>Monday, 13 July 2020</w: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850A6A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3651D8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50A6A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? Insufficient bloody supply to right foot – chronic ulcer to right hallux. 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3352C3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62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63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152688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6A0A24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3352C3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2581275</wp:posOffset>
                      </wp:positionH>
                      <wp:positionV relativeFrom="paragraph">
                        <wp:posOffset>1609725</wp:posOffset>
                      </wp:positionV>
                      <wp:extent cx="150495" cy="155575"/>
                      <wp:effectExtent l="5715" t="12065" r="5715" b="13335"/>
                      <wp:wrapNone/>
                      <wp:docPr id="61" name="AutoShape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0495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FA59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54" o:spid="_x0000_s1026" type="#_x0000_t32" style="position:absolute;margin-left:203.25pt;margin-top:126.75pt;width:11.85pt;height:12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2538095</wp:posOffset>
                      </wp:positionH>
                      <wp:positionV relativeFrom="paragraph">
                        <wp:posOffset>1633220</wp:posOffset>
                      </wp:positionV>
                      <wp:extent cx="150495" cy="155575"/>
                      <wp:effectExtent l="10160" t="6985" r="10795" b="8890"/>
                      <wp:wrapNone/>
                      <wp:docPr id="60" name="AutoShape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0495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0C620" id="AutoShape 453" o:spid="_x0000_s1026" type="#_x0000_t32" style="position:absolute;margin-left:199.85pt;margin-top:128.6pt;width:11.85pt;height:12.2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2504440</wp:posOffset>
                      </wp:positionH>
                      <wp:positionV relativeFrom="paragraph">
                        <wp:posOffset>1663700</wp:posOffset>
                      </wp:positionV>
                      <wp:extent cx="150495" cy="155575"/>
                      <wp:effectExtent l="5080" t="8890" r="6350" b="6985"/>
                      <wp:wrapNone/>
                      <wp:docPr id="59" name="AutoShap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0495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45665" id="AutoShape 452" o:spid="_x0000_s1026" type="#_x0000_t32" style="position:absolute;margin-left:197.2pt;margin-top:131pt;width:11.85pt;height:12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3703320</wp:posOffset>
                      </wp:positionV>
                      <wp:extent cx="487045" cy="283845"/>
                      <wp:effectExtent l="3175" t="635" r="5080" b="1270"/>
                      <wp:wrapNone/>
                      <wp:docPr id="58" name="Text Box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045" cy="283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352C3" w:rsidRDefault="003352C3" w:rsidP="003352C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M71/16</w:t>
                                  </w:r>
                                </w:p>
                                <w:p w:rsidR="003352C3" w:rsidRPr="004E4B01" w:rsidRDefault="003352C3" w:rsidP="003352C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24" o:spid="_x0000_s1026" type="#_x0000_t202" style="position:absolute;left:0;text-align:left;margin-left:44.8pt;margin-top:291.6pt;width:38.35pt;height:22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352C3" w:rsidRDefault="003352C3" w:rsidP="003352C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M71/16</w:t>
                            </w:r>
                          </w:p>
                          <w:p w:rsidR="003352C3" w:rsidRPr="004E4B01" w:rsidRDefault="003352C3" w:rsidP="003352C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3664585</wp:posOffset>
                      </wp:positionV>
                      <wp:extent cx="49530" cy="49530"/>
                      <wp:effectExtent l="8890" t="9525" r="8255" b="7620"/>
                      <wp:wrapNone/>
                      <wp:docPr id="57" name="AutoShape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" cy="49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B4BE7" id="AutoShape 451" o:spid="_x0000_s1026" type="#_x0000_t32" style="position:absolute;margin-left:106.75pt;margin-top:288.55pt;width:3.9pt;height:3.9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" strokecolor="white [3212]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2445385</wp:posOffset>
                      </wp:positionH>
                      <wp:positionV relativeFrom="paragraph">
                        <wp:posOffset>1902460</wp:posOffset>
                      </wp:positionV>
                      <wp:extent cx="53340" cy="7620"/>
                      <wp:effectExtent l="12700" t="9525" r="10160" b="11430"/>
                      <wp:wrapNone/>
                      <wp:docPr id="56" name="AutoShape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334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FD9B9" id="AutoShape 450" o:spid="_x0000_s1026" type="#_x0000_t32" style="position:absolute;margin-left:192.55pt;margin-top:149.8pt;width:4.2pt;height:.6pt;flip:x 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" strokecolor="white [3212]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9" behindDoc="0" locked="0" layoutInCell="1" allowOverlap="1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1645920</wp:posOffset>
                      </wp:positionV>
                      <wp:extent cx="533400" cy="495300"/>
                      <wp:effectExtent l="8890" t="10160" r="10160" b="8890"/>
                      <wp:wrapNone/>
                      <wp:docPr id="55" name="Freeform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95300"/>
                              </a:xfrm>
                              <a:custGeom>
                                <a:avLst/>
                                <a:gdLst>
                                  <a:gd name="T0" fmla="*/ 840 w 840"/>
                                  <a:gd name="T1" fmla="*/ 0 h 780"/>
                                  <a:gd name="T2" fmla="*/ 602 w 840"/>
                                  <a:gd name="T3" fmla="*/ 211 h 780"/>
                                  <a:gd name="T4" fmla="*/ 506 w 840"/>
                                  <a:gd name="T5" fmla="*/ 348 h 780"/>
                                  <a:gd name="T6" fmla="*/ 372 w 840"/>
                                  <a:gd name="T7" fmla="*/ 447 h 780"/>
                                  <a:gd name="T8" fmla="*/ 237 w 840"/>
                                  <a:gd name="T9" fmla="*/ 605 h 780"/>
                                  <a:gd name="T10" fmla="*/ 165 w 840"/>
                                  <a:gd name="T11" fmla="*/ 672 h 780"/>
                                  <a:gd name="T12" fmla="*/ 0 w 840"/>
                                  <a:gd name="T13" fmla="*/ 780 h 780"/>
                                  <a:gd name="T14" fmla="*/ 139 w 840"/>
                                  <a:gd name="T15" fmla="*/ 675 h 780"/>
                                  <a:gd name="T16" fmla="*/ 216 w 840"/>
                                  <a:gd name="T17" fmla="*/ 598 h 780"/>
                                  <a:gd name="T18" fmla="*/ 319 w 840"/>
                                  <a:gd name="T19" fmla="*/ 483 h 780"/>
                                  <a:gd name="T20" fmla="*/ 470 w 840"/>
                                  <a:gd name="T21" fmla="*/ 324 h 780"/>
                                  <a:gd name="T22" fmla="*/ 578 w 840"/>
                                  <a:gd name="T23" fmla="*/ 211 h 780"/>
                                  <a:gd name="T24" fmla="*/ 840 w 840"/>
                                  <a:gd name="T25" fmla="*/ 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40" h="780">
                                    <a:moveTo>
                                      <a:pt x="840" y="0"/>
                                    </a:moveTo>
                                    <a:lnTo>
                                      <a:pt x="602" y="211"/>
                                    </a:lnTo>
                                    <a:lnTo>
                                      <a:pt x="506" y="348"/>
                                    </a:lnTo>
                                    <a:lnTo>
                                      <a:pt x="372" y="447"/>
                                    </a:lnTo>
                                    <a:lnTo>
                                      <a:pt x="237" y="605"/>
                                    </a:lnTo>
                                    <a:lnTo>
                                      <a:pt x="165" y="672"/>
                                    </a:lnTo>
                                    <a:lnTo>
                                      <a:pt x="0" y="780"/>
                                    </a:lnTo>
                                    <a:lnTo>
                                      <a:pt x="139" y="675"/>
                                    </a:lnTo>
                                    <a:lnTo>
                                      <a:pt x="216" y="598"/>
                                    </a:lnTo>
                                    <a:lnTo>
                                      <a:pt x="319" y="483"/>
                                    </a:lnTo>
                                    <a:lnTo>
                                      <a:pt x="470" y="324"/>
                                    </a:lnTo>
                                    <a:lnTo>
                                      <a:pt x="578" y="211"/>
                                    </a:lnTo>
                                    <a:lnTo>
                                      <a:pt x="8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A7C7F" id="Freeform 437" o:spid="_x0000_s1026" style="position:absolute;margin-left:163.75pt;margin-top:129.6pt;width:42pt;height:39pt;z-index:251632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" path="m840,l602,211,506,348,372,447,237,605r-72,67l,780,139,675r77,-77l319,483,470,324,578,211,840,xe" fillcolor="#333">
                      <v:path arrowok="t" o:connecttype="custom" o:connectlocs="533400,0;382270,133985;321310,220980;236220,283845;150495,384175;104775,426720;0,495300;88265,428625;137160,379730;202565,306705;298450,205740;367030,133985;53340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4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1659890</wp:posOffset>
                      </wp:positionV>
                      <wp:extent cx="577215" cy="571500"/>
                      <wp:effectExtent l="45085" t="14605" r="25400" b="80645"/>
                      <wp:wrapNone/>
                      <wp:docPr id="54" name="Freeform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7215" cy="571500"/>
                              </a:xfrm>
                              <a:custGeom>
                                <a:avLst/>
                                <a:gdLst>
                                  <a:gd name="T0" fmla="*/ 909 w 909"/>
                                  <a:gd name="T1" fmla="*/ 5 h 900"/>
                                  <a:gd name="T2" fmla="*/ 756 w 909"/>
                                  <a:gd name="T3" fmla="*/ 0 h 900"/>
                                  <a:gd name="T4" fmla="*/ 641 w 909"/>
                                  <a:gd name="T5" fmla="*/ 60 h 900"/>
                                  <a:gd name="T6" fmla="*/ 568 w 909"/>
                                  <a:gd name="T7" fmla="*/ 115 h 900"/>
                                  <a:gd name="T8" fmla="*/ 555 w 909"/>
                                  <a:gd name="T9" fmla="*/ 187 h 900"/>
                                  <a:gd name="T10" fmla="*/ 532 w 909"/>
                                  <a:gd name="T11" fmla="*/ 251 h 900"/>
                                  <a:gd name="T12" fmla="*/ 433 w 909"/>
                                  <a:gd name="T13" fmla="*/ 334 h 900"/>
                                  <a:gd name="T14" fmla="*/ 385 w 909"/>
                                  <a:gd name="T15" fmla="*/ 388 h 900"/>
                                  <a:gd name="T16" fmla="*/ 348 w 909"/>
                                  <a:gd name="T17" fmla="*/ 420 h 900"/>
                                  <a:gd name="T18" fmla="*/ 255 w 909"/>
                                  <a:gd name="T19" fmla="*/ 521 h 900"/>
                                  <a:gd name="T20" fmla="*/ 159 w 909"/>
                                  <a:gd name="T21" fmla="*/ 602 h 900"/>
                                  <a:gd name="T22" fmla="*/ 82 w 909"/>
                                  <a:gd name="T23" fmla="*/ 713 h 900"/>
                                  <a:gd name="T24" fmla="*/ 0 w 909"/>
                                  <a:gd name="T25" fmla="*/ 900 h 900"/>
                                  <a:gd name="T26" fmla="*/ 72 w 909"/>
                                  <a:gd name="T27" fmla="*/ 777 h 900"/>
                                  <a:gd name="T28" fmla="*/ 216 w 909"/>
                                  <a:gd name="T29" fmla="*/ 609 h 900"/>
                                  <a:gd name="T30" fmla="*/ 387 w 909"/>
                                  <a:gd name="T31" fmla="*/ 437 h 900"/>
                                  <a:gd name="T32" fmla="*/ 610 w 909"/>
                                  <a:gd name="T33" fmla="*/ 225 h 900"/>
                                  <a:gd name="T34" fmla="*/ 909 w 909"/>
                                  <a:gd name="T35" fmla="*/ 5 h 9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909" h="900">
                                    <a:moveTo>
                                      <a:pt x="909" y="5"/>
                                    </a:moveTo>
                                    <a:lnTo>
                                      <a:pt x="756" y="0"/>
                                    </a:lnTo>
                                    <a:lnTo>
                                      <a:pt x="641" y="60"/>
                                    </a:lnTo>
                                    <a:lnTo>
                                      <a:pt x="568" y="115"/>
                                    </a:lnTo>
                                    <a:lnTo>
                                      <a:pt x="555" y="187"/>
                                    </a:lnTo>
                                    <a:lnTo>
                                      <a:pt x="532" y="251"/>
                                    </a:lnTo>
                                    <a:lnTo>
                                      <a:pt x="433" y="334"/>
                                    </a:lnTo>
                                    <a:lnTo>
                                      <a:pt x="385" y="388"/>
                                    </a:lnTo>
                                    <a:lnTo>
                                      <a:pt x="348" y="420"/>
                                    </a:lnTo>
                                    <a:lnTo>
                                      <a:pt x="255" y="521"/>
                                    </a:lnTo>
                                    <a:lnTo>
                                      <a:pt x="159" y="602"/>
                                    </a:lnTo>
                                    <a:lnTo>
                                      <a:pt x="82" y="713"/>
                                    </a:lnTo>
                                    <a:lnTo>
                                      <a:pt x="0" y="900"/>
                                    </a:lnTo>
                                    <a:lnTo>
                                      <a:pt x="72" y="777"/>
                                    </a:lnTo>
                                    <a:lnTo>
                                      <a:pt x="216" y="609"/>
                                    </a:lnTo>
                                    <a:lnTo>
                                      <a:pt x="387" y="437"/>
                                    </a:lnTo>
                                    <a:lnTo>
                                      <a:pt x="610" y="225"/>
                                    </a:lnTo>
                                    <a:lnTo>
                                      <a:pt x="909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59211" id="Freeform 438" o:spid="_x0000_s1026" style="position:absolute;margin-left:172.6pt;margin-top:130.7pt;width:45.45pt;height:45pt;z-index:251631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9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" path="m909,5l756,,641,60r-73,55l555,187r-23,64l433,334r-48,54l348,420,255,521r-96,81l82,713,,900,72,777,216,609,387,437,610,225,909,5xe" fillcolor="#333">
                      <v:path arrowok="t" o:connecttype="custom" o:connectlocs="577215,3175;480060,0;407035,38100;360680,73025;352425,118745;337820,159385;274955,212090;244475,246380;220980,266700;161925,330835;100965,382270;52070,452755;0,571500;45720,493395;137160,386715;245745,277495;387350,142875;577215,3175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1917700</wp:posOffset>
                      </wp:positionV>
                      <wp:extent cx="53340" cy="7620"/>
                      <wp:effectExtent l="11430" t="5715" r="11430" b="5715"/>
                      <wp:wrapNone/>
                      <wp:docPr id="53" name="AutoShap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334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BDD88" id="AutoShape 449" o:spid="_x0000_s1026" type="#_x0000_t32" style="position:absolute;margin-left:193.2pt;margin-top:151pt;width:4.2pt;height:.6pt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2478405</wp:posOffset>
                      </wp:positionH>
                      <wp:positionV relativeFrom="paragraph">
                        <wp:posOffset>1898650</wp:posOffset>
                      </wp:positionV>
                      <wp:extent cx="53340" cy="7620"/>
                      <wp:effectExtent l="7620" t="5715" r="5715" b="5715"/>
                      <wp:wrapNone/>
                      <wp:docPr id="52" name="AutoShap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334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92182" id="AutoShape 448" o:spid="_x0000_s1026" type="#_x0000_t32" style="position:absolute;margin-left:195.15pt;margin-top:149.5pt;width:4.2pt;height:.6pt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1345565</wp:posOffset>
                      </wp:positionH>
                      <wp:positionV relativeFrom="paragraph">
                        <wp:posOffset>3676650</wp:posOffset>
                      </wp:positionV>
                      <wp:extent cx="55880" cy="50165"/>
                      <wp:effectExtent l="8255" t="12065" r="12065" b="13970"/>
                      <wp:wrapNone/>
                      <wp:docPr id="51" name="AutoShap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80" cy="5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F8B8A" id="AutoShape 447" o:spid="_x0000_s1026" type="#_x0000_t32" style="position:absolute;margin-left:105.95pt;margin-top:289.5pt;width:4.4pt;height:3.9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1350010</wp:posOffset>
                      </wp:positionH>
                      <wp:positionV relativeFrom="paragraph">
                        <wp:posOffset>3647440</wp:posOffset>
                      </wp:positionV>
                      <wp:extent cx="55880" cy="50165"/>
                      <wp:effectExtent l="12700" t="11430" r="7620" b="5080"/>
                      <wp:wrapNone/>
                      <wp:docPr id="50" name="AutoShap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80" cy="5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8BBF7" id="AutoShape 446" o:spid="_x0000_s1026" type="#_x0000_t32" style="position:absolute;margin-left:106.3pt;margin-top:287.2pt;width:4.4pt;height:3.9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4" behindDoc="0" locked="0" layoutInCell="1" allowOverlap="1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1002665</wp:posOffset>
                      </wp:positionV>
                      <wp:extent cx="1514475" cy="817245"/>
                      <wp:effectExtent l="6350" t="24130" r="69850" b="6350"/>
                      <wp:wrapNone/>
                      <wp:docPr id="49" name="Freeform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4475" cy="817245"/>
                              </a:xfrm>
                              <a:custGeom>
                                <a:avLst/>
                                <a:gdLst>
                                  <a:gd name="T0" fmla="*/ 0 w 2385"/>
                                  <a:gd name="T1" fmla="*/ 1287 h 1287"/>
                                  <a:gd name="T2" fmla="*/ 141 w 2385"/>
                                  <a:gd name="T3" fmla="*/ 1131 h 1287"/>
                                  <a:gd name="T4" fmla="*/ 312 w 2385"/>
                                  <a:gd name="T5" fmla="*/ 1018 h 1287"/>
                                  <a:gd name="T6" fmla="*/ 470 w 2385"/>
                                  <a:gd name="T7" fmla="*/ 924 h 1287"/>
                                  <a:gd name="T8" fmla="*/ 672 w 2385"/>
                                  <a:gd name="T9" fmla="*/ 821 h 1287"/>
                                  <a:gd name="T10" fmla="*/ 824 w 2385"/>
                                  <a:gd name="T11" fmla="*/ 724 h 1287"/>
                                  <a:gd name="T12" fmla="*/ 878 w 2385"/>
                                  <a:gd name="T13" fmla="*/ 634 h 1287"/>
                                  <a:gd name="T14" fmla="*/ 922 w 2385"/>
                                  <a:gd name="T15" fmla="*/ 595 h 1287"/>
                                  <a:gd name="T16" fmla="*/ 974 w 2385"/>
                                  <a:gd name="T17" fmla="*/ 580 h 1287"/>
                                  <a:gd name="T18" fmla="*/ 1113 w 2385"/>
                                  <a:gd name="T19" fmla="*/ 591 h 1287"/>
                                  <a:gd name="T20" fmla="*/ 1317 w 2385"/>
                                  <a:gd name="T21" fmla="*/ 478 h 1287"/>
                                  <a:gd name="T22" fmla="*/ 1531 w 2385"/>
                                  <a:gd name="T23" fmla="*/ 360 h 1287"/>
                                  <a:gd name="T24" fmla="*/ 1874 w 2385"/>
                                  <a:gd name="T25" fmla="*/ 209 h 1287"/>
                                  <a:gd name="T26" fmla="*/ 2066 w 2385"/>
                                  <a:gd name="T27" fmla="*/ 101 h 1287"/>
                                  <a:gd name="T28" fmla="*/ 2241 w 2385"/>
                                  <a:gd name="T29" fmla="*/ 29 h 1287"/>
                                  <a:gd name="T30" fmla="*/ 2385 w 2385"/>
                                  <a:gd name="T31" fmla="*/ 0 h 1287"/>
                                  <a:gd name="T32" fmla="*/ 2263 w 2385"/>
                                  <a:gd name="T33" fmla="*/ 46 h 1287"/>
                                  <a:gd name="T34" fmla="*/ 2023 w 2385"/>
                                  <a:gd name="T35" fmla="*/ 156 h 1287"/>
                                  <a:gd name="T36" fmla="*/ 1449 w 2385"/>
                                  <a:gd name="T37" fmla="*/ 435 h 1287"/>
                                  <a:gd name="T38" fmla="*/ 996 w 2385"/>
                                  <a:gd name="T39" fmla="*/ 672 h 1287"/>
                                  <a:gd name="T40" fmla="*/ 544 w 2385"/>
                                  <a:gd name="T41" fmla="*/ 917 h 1287"/>
                                  <a:gd name="T42" fmla="*/ 261 w 2385"/>
                                  <a:gd name="T43" fmla="*/ 1083 h 1287"/>
                                  <a:gd name="T44" fmla="*/ 170 w 2385"/>
                                  <a:gd name="T45" fmla="*/ 1143 h 1287"/>
                                  <a:gd name="T46" fmla="*/ 40 w 2385"/>
                                  <a:gd name="T47" fmla="*/ 1248 h 1287"/>
                                  <a:gd name="T48" fmla="*/ 0 w 2385"/>
                                  <a:gd name="T49" fmla="*/ 1287 h 1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2385" h="1287">
                                    <a:moveTo>
                                      <a:pt x="0" y="1287"/>
                                    </a:moveTo>
                                    <a:lnTo>
                                      <a:pt x="141" y="1131"/>
                                    </a:lnTo>
                                    <a:lnTo>
                                      <a:pt x="312" y="1018"/>
                                    </a:lnTo>
                                    <a:lnTo>
                                      <a:pt x="470" y="924"/>
                                    </a:lnTo>
                                    <a:lnTo>
                                      <a:pt x="672" y="821"/>
                                    </a:lnTo>
                                    <a:lnTo>
                                      <a:pt x="824" y="724"/>
                                    </a:lnTo>
                                    <a:lnTo>
                                      <a:pt x="878" y="634"/>
                                    </a:lnTo>
                                    <a:lnTo>
                                      <a:pt x="922" y="595"/>
                                    </a:lnTo>
                                    <a:lnTo>
                                      <a:pt x="974" y="580"/>
                                    </a:lnTo>
                                    <a:lnTo>
                                      <a:pt x="1113" y="591"/>
                                    </a:lnTo>
                                    <a:lnTo>
                                      <a:pt x="1317" y="478"/>
                                    </a:lnTo>
                                    <a:lnTo>
                                      <a:pt x="1531" y="360"/>
                                    </a:lnTo>
                                    <a:lnTo>
                                      <a:pt x="1874" y="209"/>
                                    </a:lnTo>
                                    <a:lnTo>
                                      <a:pt x="2066" y="101"/>
                                    </a:lnTo>
                                    <a:lnTo>
                                      <a:pt x="2241" y="29"/>
                                    </a:lnTo>
                                    <a:lnTo>
                                      <a:pt x="2385" y="0"/>
                                    </a:lnTo>
                                    <a:lnTo>
                                      <a:pt x="2263" y="46"/>
                                    </a:lnTo>
                                    <a:lnTo>
                                      <a:pt x="2023" y="156"/>
                                    </a:lnTo>
                                    <a:lnTo>
                                      <a:pt x="1449" y="435"/>
                                    </a:lnTo>
                                    <a:lnTo>
                                      <a:pt x="996" y="672"/>
                                    </a:lnTo>
                                    <a:lnTo>
                                      <a:pt x="544" y="917"/>
                                    </a:lnTo>
                                    <a:lnTo>
                                      <a:pt x="261" y="1083"/>
                                    </a:lnTo>
                                    <a:lnTo>
                                      <a:pt x="170" y="1143"/>
                                    </a:lnTo>
                                    <a:lnTo>
                                      <a:pt x="40" y="1248"/>
                                    </a:lnTo>
                                    <a:lnTo>
                                      <a:pt x="0" y="1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3411B" id="Freeform 436" o:spid="_x0000_s1026" style="position:absolute;margin-left:201.8pt;margin-top:78.95pt;width:119.25pt;height:64.35pt;z-index:251633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5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" path="m,1287l141,1131,312,1018,470,924,672,821,824,724r54,-90l922,595r52,-15l1113,591,1317,478,1531,360,1874,209,2066,101,2241,29,2385,,2263,46,2023,156,1449,435,996,672,544,917,261,1083r-91,60l40,1248,,1287xe" fillcolor="#333">
                      <v:path arrowok="t" o:connecttype="custom" o:connectlocs="0,817245;89535,718185;198120,646430;298450,586740;426720,521335;523240,459740;557530,402590;585470,377825;618490,368300;706755,375285;836295,303530;972185,228600;1189990,132715;1311910,64135;1423035,18415;1514475,0;1437005,29210;1284605,99060;920115,276225;632460,426720;345440,582295;165735,687705;107950,725805;25400,792480;0,817245" o:connectangles="0,0,0,0,0,0,0,0,0,0,0,0,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2771140</wp:posOffset>
                      </wp:positionH>
                      <wp:positionV relativeFrom="paragraph">
                        <wp:posOffset>1040130</wp:posOffset>
                      </wp:positionV>
                      <wp:extent cx="476885" cy="260985"/>
                      <wp:effectExtent l="5080" t="4445" r="3810" b="1270"/>
                      <wp:wrapNone/>
                      <wp:docPr id="48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885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3352C3" w:rsidP="00DA2B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M256/57</w:t>
                                  </w:r>
                                </w:p>
                                <w:p w:rsidR="003352C3" w:rsidRPr="004E4B01" w:rsidRDefault="003352C3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27" type="#_x0000_t202" style="position:absolute;left:0;text-align:left;margin-left:218.2pt;margin-top:81.9pt;width:37.55pt;height:20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Default="003352C3" w:rsidP="00DA2BD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M256/57</w:t>
                            </w:r>
                          </w:p>
                          <w:p w:rsidR="003352C3" w:rsidRPr="004E4B01" w:rsidRDefault="003352C3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4147820</wp:posOffset>
                      </wp:positionH>
                      <wp:positionV relativeFrom="paragraph">
                        <wp:posOffset>837565</wp:posOffset>
                      </wp:positionV>
                      <wp:extent cx="394335" cy="254000"/>
                      <wp:effectExtent l="38735" t="11430" r="24130" b="39370"/>
                      <wp:wrapNone/>
                      <wp:docPr id="47" name="Freeform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335" cy="254000"/>
                              </a:xfrm>
                              <a:custGeom>
                                <a:avLst/>
                                <a:gdLst>
                                  <a:gd name="T0" fmla="*/ 0 w 621"/>
                                  <a:gd name="T1" fmla="*/ 400 h 400"/>
                                  <a:gd name="T2" fmla="*/ 56 w 621"/>
                                  <a:gd name="T3" fmla="*/ 324 h 400"/>
                                  <a:gd name="T4" fmla="*/ 74 w 621"/>
                                  <a:gd name="T5" fmla="*/ 258 h 400"/>
                                  <a:gd name="T6" fmla="*/ 128 w 621"/>
                                  <a:gd name="T7" fmla="*/ 102 h 400"/>
                                  <a:gd name="T8" fmla="*/ 212 w 621"/>
                                  <a:gd name="T9" fmla="*/ 54 h 400"/>
                                  <a:gd name="T10" fmla="*/ 332 w 621"/>
                                  <a:gd name="T11" fmla="*/ 0 h 400"/>
                                  <a:gd name="T12" fmla="*/ 464 w 621"/>
                                  <a:gd name="T13" fmla="*/ 0 h 400"/>
                                  <a:gd name="T14" fmla="*/ 621 w 621"/>
                                  <a:gd name="T15" fmla="*/ 42 h 400"/>
                                  <a:gd name="T16" fmla="*/ 472 w 621"/>
                                  <a:gd name="T17" fmla="*/ 95 h 400"/>
                                  <a:gd name="T18" fmla="*/ 336 w 621"/>
                                  <a:gd name="T19" fmla="*/ 152 h 400"/>
                                  <a:gd name="T20" fmla="*/ 259 w 621"/>
                                  <a:gd name="T21" fmla="*/ 193 h 400"/>
                                  <a:gd name="T22" fmla="*/ 189 w 621"/>
                                  <a:gd name="T23" fmla="*/ 236 h 400"/>
                                  <a:gd name="T24" fmla="*/ 0 w 621"/>
                                  <a:gd name="T25" fmla="*/ 40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21" h="400">
                                    <a:moveTo>
                                      <a:pt x="0" y="400"/>
                                    </a:moveTo>
                                    <a:lnTo>
                                      <a:pt x="56" y="324"/>
                                    </a:lnTo>
                                    <a:lnTo>
                                      <a:pt x="74" y="258"/>
                                    </a:lnTo>
                                    <a:lnTo>
                                      <a:pt x="128" y="102"/>
                                    </a:lnTo>
                                    <a:lnTo>
                                      <a:pt x="212" y="54"/>
                                    </a:lnTo>
                                    <a:lnTo>
                                      <a:pt x="332" y="0"/>
                                    </a:lnTo>
                                    <a:lnTo>
                                      <a:pt x="464" y="0"/>
                                    </a:lnTo>
                                    <a:lnTo>
                                      <a:pt x="621" y="42"/>
                                    </a:lnTo>
                                    <a:lnTo>
                                      <a:pt x="472" y="95"/>
                                    </a:lnTo>
                                    <a:lnTo>
                                      <a:pt x="336" y="152"/>
                                    </a:lnTo>
                                    <a:lnTo>
                                      <a:pt x="259" y="193"/>
                                    </a:lnTo>
                                    <a:lnTo>
                                      <a:pt x="189" y="236"/>
                                    </a:lnTo>
                                    <a:lnTo>
                                      <a:pt x="0" y="4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4A66A" id="Freeform 434" o:spid="_x0000_s1026" style="position:absolute;margin-left:326.6pt;margin-top:65.95pt;width:31.05pt;height:20pt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1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" path="m,400l56,324,74,258,128,102,212,54,332,,464,,621,42,472,95,336,152r-77,41l189,236,,400xe" fillcolor="#333">
                      <v:path arrowok="t" o:connecttype="custom" o:connectlocs="0,254000;35560,205740;46990,163830;81280,64770;134620,34290;210820,0;294640,0;394335,26670;299720,60325;213360,96520;164465,122555;120015,149860;0,254000" o:connectangles="0,0,0,0,0,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2281555</wp:posOffset>
                      </wp:positionH>
                      <wp:positionV relativeFrom="paragraph">
                        <wp:posOffset>2131060</wp:posOffset>
                      </wp:positionV>
                      <wp:extent cx="306070" cy="152400"/>
                      <wp:effectExtent l="1270" t="0" r="6985" b="0"/>
                      <wp:wrapNone/>
                      <wp:docPr id="46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28" type="#_x0000_t202" style="position:absolute;left:0;text-align:left;margin-left:179.65pt;margin-top:167.8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2hoQIAAFM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4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45" name="Freeform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82C7DF3" id="Freeform 444" o:spid="_x0000_s1026" style="position:absolute;z-index:25162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6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44" name="Freeform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0004D" id="Freeform 443" o:spid="_x0000_s1026" style="position:absolute;margin-left:115.8pt;margin-top:179.55pt;width:55.5pt;height:161.5pt;z-index:251625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43" name="Freeform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CCBAA" id="Freeform 442" o:spid="_x0000_s1026" style="position:absolute;margin-left:112.55pt;margin-top:189.55pt;width:53.25pt;height:132.25pt;z-index:2516269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42" name="Freeform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81F79" id="Freeform 441" o:spid="_x0000_s1026" style="position:absolute;margin-left:109.3pt;margin-top:173.8pt;width:59.5pt;height:146.5pt;z-index:25162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41" name="Freeform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132D1" id="Freeform 440" o:spid="_x0000_s1026" style="position:absolute;margin-left:93.05pt;margin-top:171.8pt;width:74.25pt;height:156pt;z-index:251629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40" name="Freeform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A08E000" id="Freeform 439" o:spid="_x0000_s1026" style="position:absolute;z-index:25163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9" behindDoc="0" locked="0" layoutInCell="1" allowOverlap="1">
                      <wp:simplePos x="0" y="0"/>
                      <wp:positionH relativeFrom="column">
                        <wp:posOffset>2524760</wp:posOffset>
                      </wp:positionH>
                      <wp:positionV relativeFrom="paragraph">
                        <wp:posOffset>880745</wp:posOffset>
                      </wp:positionV>
                      <wp:extent cx="1589405" cy="835660"/>
                      <wp:effectExtent l="73025" t="35560" r="61595" b="52705"/>
                      <wp:wrapNone/>
                      <wp:docPr id="39" name="Freeform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9405" cy="835660"/>
                              </a:xfrm>
                              <a:custGeom>
                                <a:avLst/>
                                <a:gdLst>
                                  <a:gd name="T0" fmla="*/ 2503 w 2503"/>
                                  <a:gd name="T1" fmla="*/ 0 h 1316"/>
                                  <a:gd name="T2" fmla="*/ 2409 w 2503"/>
                                  <a:gd name="T3" fmla="*/ 60 h 1316"/>
                                  <a:gd name="T4" fmla="*/ 2212 w 2503"/>
                                  <a:gd name="T5" fmla="*/ 159 h 1316"/>
                                  <a:gd name="T6" fmla="*/ 2032 w 2503"/>
                                  <a:gd name="T7" fmla="*/ 221 h 1316"/>
                                  <a:gd name="T8" fmla="*/ 1893 w 2503"/>
                                  <a:gd name="T9" fmla="*/ 293 h 1316"/>
                                  <a:gd name="T10" fmla="*/ 1723 w 2503"/>
                                  <a:gd name="T11" fmla="*/ 360 h 1316"/>
                                  <a:gd name="T12" fmla="*/ 1485 w 2503"/>
                                  <a:gd name="T13" fmla="*/ 492 h 1316"/>
                                  <a:gd name="T14" fmla="*/ 1274 w 2503"/>
                                  <a:gd name="T15" fmla="*/ 579 h 1316"/>
                                  <a:gd name="T16" fmla="*/ 1101 w 2503"/>
                                  <a:gd name="T17" fmla="*/ 692 h 1316"/>
                                  <a:gd name="T18" fmla="*/ 883 w 2503"/>
                                  <a:gd name="T19" fmla="*/ 802 h 1316"/>
                                  <a:gd name="T20" fmla="*/ 676 w 2503"/>
                                  <a:gd name="T21" fmla="*/ 927 h 1316"/>
                                  <a:gd name="T22" fmla="*/ 477 w 2503"/>
                                  <a:gd name="T23" fmla="*/ 1025 h 1316"/>
                                  <a:gd name="T24" fmla="*/ 367 w 2503"/>
                                  <a:gd name="T25" fmla="*/ 1095 h 1316"/>
                                  <a:gd name="T26" fmla="*/ 264 w 2503"/>
                                  <a:gd name="T27" fmla="*/ 1152 h 1316"/>
                                  <a:gd name="T28" fmla="*/ 76 w 2503"/>
                                  <a:gd name="T29" fmla="*/ 1272 h 1316"/>
                                  <a:gd name="T30" fmla="*/ 0 w 2503"/>
                                  <a:gd name="T31" fmla="*/ 1316 h 1316"/>
                                  <a:gd name="T32" fmla="*/ 115 w 2503"/>
                                  <a:gd name="T33" fmla="*/ 1227 h 1316"/>
                                  <a:gd name="T34" fmla="*/ 292 w 2503"/>
                                  <a:gd name="T35" fmla="*/ 1109 h 1316"/>
                                  <a:gd name="T36" fmla="*/ 607 w 2503"/>
                                  <a:gd name="T37" fmla="*/ 922 h 1316"/>
                                  <a:gd name="T38" fmla="*/ 950 w 2503"/>
                                  <a:gd name="T39" fmla="*/ 730 h 1316"/>
                                  <a:gd name="T40" fmla="*/ 1363 w 2503"/>
                                  <a:gd name="T41" fmla="*/ 516 h 1316"/>
                                  <a:gd name="T42" fmla="*/ 1795 w 2503"/>
                                  <a:gd name="T43" fmla="*/ 308 h 1316"/>
                                  <a:gd name="T44" fmla="*/ 2503 w 2503"/>
                                  <a:gd name="T45" fmla="*/ 0 h 13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503" h="1316">
                                    <a:moveTo>
                                      <a:pt x="2503" y="0"/>
                                    </a:moveTo>
                                    <a:lnTo>
                                      <a:pt x="2409" y="60"/>
                                    </a:lnTo>
                                    <a:lnTo>
                                      <a:pt x="2212" y="159"/>
                                    </a:lnTo>
                                    <a:lnTo>
                                      <a:pt x="2032" y="221"/>
                                    </a:lnTo>
                                    <a:lnTo>
                                      <a:pt x="1893" y="293"/>
                                    </a:lnTo>
                                    <a:lnTo>
                                      <a:pt x="1723" y="360"/>
                                    </a:lnTo>
                                    <a:lnTo>
                                      <a:pt x="1485" y="492"/>
                                    </a:lnTo>
                                    <a:lnTo>
                                      <a:pt x="1274" y="579"/>
                                    </a:lnTo>
                                    <a:lnTo>
                                      <a:pt x="1101" y="692"/>
                                    </a:lnTo>
                                    <a:lnTo>
                                      <a:pt x="883" y="802"/>
                                    </a:lnTo>
                                    <a:lnTo>
                                      <a:pt x="676" y="927"/>
                                    </a:lnTo>
                                    <a:lnTo>
                                      <a:pt x="477" y="1025"/>
                                    </a:lnTo>
                                    <a:lnTo>
                                      <a:pt x="367" y="1095"/>
                                    </a:lnTo>
                                    <a:lnTo>
                                      <a:pt x="264" y="1152"/>
                                    </a:lnTo>
                                    <a:lnTo>
                                      <a:pt x="76" y="1272"/>
                                    </a:lnTo>
                                    <a:lnTo>
                                      <a:pt x="0" y="1316"/>
                                    </a:lnTo>
                                    <a:lnTo>
                                      <a:pt x="115" y="1227"/>
                                    </a:lnTo>
                                    <a:lnTo>
                                      <a:pt x="292" y="1109"/>
                                    </a:lnTo>
                                    <a:lnTo>
                                      <a:pt x="607" y="922"/>
                                    </a:lnTo>
                                    <a:lnTo>
                                      <a:pt x="950" y="730"/>
                                    </a:lnTo>
                                    <a:lnTo>
                                      <a:pt x="1363" y="516"/>
                                    </a:lnTo>
                                    <a:lnTo>
                                      <a:pt x="1795" y="308"/>
                                    </a:lnTo>
                                    <a:lnTo>
                                      <a:pt x="25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7E82B" id="Freeform 435" o:spid="_x0000_s1026" style="position:absolute;margin-left:198.8pt;margin-top:69.35pt;width:125.15pt;height:65.8pt;z-index:251634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3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" path="m2503,r-94,60l2212,159r-180,62l1893,293r-170,67l1485,492r-211,87l1101,692,883,802,676,927r-199,98l367,1095r-103,57l76,1272,,1316r115,-89l292,1109,607,922,950,730,1363,516,1795,308,2503,xe" fillcolor="#333">
                      <v:path arrowok="t" o:connecttype="custom" o:connectlocs="1589405,0;1529715,38100;1404620,100965;1290320,140335;1202055,186055;1094105,228600;942975,312420;808990,367665;699135,439420;560705,509270;429260,588645;302895,650875;233045,695325;167640,731520;48260,807720;0,835660;73025,779145;185420,704215;385445,585470;603250,463550;865505,327660;1139825,195580;1589405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3995420</wp:posOffset>
                      </wp:positionH>
                      <wp:positionV relativeFrom="paragraph">
                        <wp:posOffset>749935</wp:posOffset>
                      </wp:positionV>
                      <wp:extent cx="488950" cy="182880"/>
                      <wp:effectExtent l="67310" t="28575" r="43815" b="26670"/>
                      <wp:wrapNone/>
                      <wp:docPr id="38" name="Freeform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950" cy="182880"/>
                              </a:xfrm>
                              <a:custGeom>
                                <a:avLst/>
                                <a:gdLst>
                                  <a:gd name="T0" fmla="*/ 770 w 770"/>
                                  <a:gd name="T1" fmla="*/ 0 h 288"/>
                                  <a:gd name="T2" fmla="*/ 660 w 770"/>
                                  <a:gd name="T3" fmla="*/ 65 h 288"/>
                                  <a:gd name="T4" fmla="*/ 523 w 770"/>
                                  <a:gd name="T5" fmla="*/ 106 h 288"/>
                                  <a:gd name="T6" fmla="*/ 410 w 770"/>
                                  <a:gd name="T7" fmla="*/ 158 h 288"/>
                                  <a:gd name="T8" fmla="*/ 285 w 770"/>
                                  <a:gd name="T9" fmla="*/ 204 h 288"/>
                                  <a:gd name="T10" fmla="*/ 194 w 770"/>
                                  <a:gd name="T11" fmla="*/ 238 h 288"/>
                                  <a:gd name="T12" fmla="*/ 0 w 770"/>
                                  <a:gd name="T13" fmla="*/ 288 h 288"/>
                                  <a:gd name="T14" fmla="*/ 180 w 770"/>
                                  <a:gd name="T15" fmla="*/ 211 h 288"/>
                                  <a:gd name="T16" fmla="*/ 427 w 770"/>
                                  <a:gd name="T17" fmla="*/ 115 h 288"/>
                                  <a:gd name="T18" fmla="*/ 595 w 770"/>
                                  <a:gd name="T19" fmla="*/ 55 h 288"/>
                                  <a:gd name="T20" fmla="*/ 770 w 770"/>
                                  <a:gd name="T21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70" h="288">
                                    <a:moveTo>
                                      <a:pt x="770" y="0"/>
                                    </a:moveTo>
                                    <a:lnTo>
                                      <a:pt x="660" y="65"/>
                                    </a:lnTo>
                                    <a:lnTo>
                                      <a:pt x="523" y="106"/>
                                    </a:lnTo>
                                    <a:lnTo>
                                      <a:pt x="410" y="158"/>
                                    </a:lnTo>
                                    <a:lnTo>
                                      <a:pt x="285" y="204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0" y="288"/>
                                    </a:lnTo>
                                    <a:lnTo>
                                      <a:pt x="180" y="211"/>
                                    </a:lnTo>
                                    <a:lnTo>
                                      <a:pt x="427" y="115"/>
                                    </a:lnTo>
                                    <a:lnTo>
                                      <a:pt x="595" y="55"/>
                                    </a:lnTo>
                                    <a:lnTo>
                                      <a:pt x="7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9EA76" id="Freeform 433" o:spid="_x0000_s1026" style="position:absolute;margin-left:314.6pt;margin-top:59.05pt;width:38.5pt;height:14.4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" path="m770,l660,65,523,106,410,158,285,204r-91,34l,288,180,211,427,115,595,55,770,xe" fillcolor="#333">
                      <v:path arrowok="t" o:connecttype="custom" o:connectlocs="488950,0;419100,41275;332105,67310;260350,100330;180975,129540;123190,151130;0,182880;114300,133985;271145,73025;377825,34925;48895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548640</wp:posOffset>
                      </wp:positionV>
                      <wp:extent cx="716280" cy="224155"/>
                      <wp:effectExtent l="78740" t="27305" r="52705" b="24765"/>
                      <wp:wrapNone/>
                      <wp:docPr id="37" name="Freeform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224155"/>
                              </a:xfrm>
                              <a:custGeom>
                                <a:avLst/>
                                <a:gdLst>
                                  <a:gd name="T0" fmla="*/ 1128 w 1128"/>
                                  <a:gd name="T1" fmla="*/ 0 h 353"/>
                                  <a:gd name="T2" fmla="*/ 1046 w 1128"/>
                                  <a:gd name="T3" fmla="*/ 53 h 353"/>
                                  <a:gd name="T4" fmla="*/ 883 w 1128"/>
                                  <a:gd name="T5" fmla="*/ 137 h 353"/>
                                  <a:gd name="T6" fmla="*/ 729 w 1128"/>
                                  <a:gd name="T7" fmla="*/ 173 h 353"/>
                                  <a:gd name="T8" fmla="*/ 588 w 1128"/>
                                  <a:gd name="T9" fmla="*/ 202 h 353"/>
                                  <a:gd name="T10" fmla="*/ 417 w 1128"/>
                                  <a:gd name="T11" fmla="*/ 257 h 353"/>
                                  <a:gd name="T12" fmla="*/ 264 w 1128"/>
                                  <a:gd name="T13" fmla="*/ 293 h 353"/>
                                  <a:gd name="T14" fmla="*/ 175 w 1128"/>
                                  <a:gd name="T15" fmla="*/ 324 h 353"/>
                                  <a:gd name="T16" fmla="*/ 0 w 1128"/>
                                  <a:gd name="T17" fmla="*/ 353 h 353"/>
                                  <a:gd name="T18" fmla="*/ 276 w 1128"/>
                                  <a:gd name="T19" fmla="*/ 269 h 353"/>
                                  <a:gd name="T20" fmla="*/ 643 w 1128"/>
                                  <a:gd name="T21" fmla="*/ 161 h 353"/>
                                  <a:gd name="T22" fmla="*/ 919 w 1128"/>
                                  <a:gd name="T23" fmla="*/ 82 h 353"/>
                                  <a:gd name="T24" fmla="*/ 1128 w 1128"/>
                                  <a:gd name="T25" fmla="*/ 0 h 3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28" h="353">
                                    <a:moveTo>
                                      <a:pt x="1128" y="0"/>
                                    </a:moveTo>
                                    <a:lnTo>
                                      <a:pt x="1046" y="53"/>
                                    </a:lnTo>
                                    <a:lnTo>
                                      <a:pt x="883" y="137"/>
                                    </a:lnTo>
                                    <a:lnTo>
                                      <a:pt x="729" y="173"/>
                                    </a:lnTo>
                                    <a:lnTo>
                                      <a:pt x="588" y="202"/>
                                    </a:lnTo>
                                    <a:lnTo>
                                      <a:pt x="417" y="257"/>
                                    </a:lnTo>
                                    <a:lnTo>
                                      <a:pt x="264" y="293"/>
                                    </a:lnTo>
                                    <a:lnTo>
                                      <a:pt x="175" y="324"/>
                                    </a:lnTo>
                                    <a:lnTo>
                                      <a:pt x="0" y="353"/>
                                    </a:lnTo>
                                    <a:lnTo>
                                      <a:pt x="276" y="269"/>
                                    </a:lnTo>
                                    <a:lnTo>
                                      <a:pt x="643" y="161"/>
                                    </a:lnTo>
                                    <a:lnTo>
                                      <a:pt x="919" y="82"/>
                                    </a:lnTo>
                                    <a:lnTo>
                                      <a:pt x="11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16823" id="Freeform 432" o:spid="_x0000_s1026" style="position:absolute;margin-left:347pt;margin-top:43.2pt;width:56.4pt;height:17.6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" path="m1128,r-82,53l883,137,729,173,588,202,417,257,264,293r-89,31l,353,276,269,643,161,919,82,1128,xe" fillcolor="#333">
                      <v:path arrowok="t" o:connecttype="custom" o:connectlocs="716280,0;664210,33655;560705,86995;462915,109855;373380,128270;264795,163195;167640,186055;111125,205740;0,224155;175260,170815;408305,102235;583565,52070;716280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734695</wp:posOffset>
                      </wp:positionV>
                      <wp:extent cx="612775" cy="166370"/>
                      <wp:effectExtent l="35560" t="13335" r="46990" b="20320"/>
                      <wp:wrapNone/>
                      <wp:docPr id="36" name="Freeform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775" cy="166370"/>
                              </a:xfrm>
                              <a:custGeom>
                                <a:avLst/>
                                <a:gdLst>
                                  <a:gd name="T0" fmla="*/ 965 w 965"/>
                                  <a:gd name="T1" fmla="*/ 10 h 262"/>
                                  <a:gd name="T2" fmla="*/ 869 w 965"/>
                                  <a:gd name="T3" fmla="*/ 0 h 262"/>
                                  <a:gd name="T4" fmla="*/ 802 w 965"/>
                                  <a:gd name="T5" fmla="*/ 14 h 262"/>
                                  <a:gd name="T6" fmla="*/ 699 w 965"/>
                                  <a:gd name="T7" fmla="*/ 24 h 262"/>
                                  <a:gd name="T8" fmla="*/ 600 w 965"/>
                                  <a:gd name="T9" fmla="*/ 50 h 262"/>
                                  <a:gd name="T10" fmla="*/ 471 w 965"/>
                                  <a:gd name="T11" fmla="*/ 77 h 262"/>
                                  <a:gd name="T12" fmla="*/ 375 w 965"/>
                                  <a:gd name="T13" fmla="*/ 115 h 262"/>
                                  <a:gd name="T14" fmla="*/ 231 w 965"/>
                                  <a:gd name="T15" fmla="*/ 137 h 262"/>
                                  <a:gd name="T16" fmla="*/ 128 w 965"/>
                                  <a:gd name="T17" fmla="*/ 197 h 262"/>
                                  <a:gd name="T18" fmla="*/ 41 w 965"/>
                                  <a:gd name="T19" fmla="*/ 228 h 262"/>
                                  <a:gd name="T20" fmla="*/ 0 w 965"/>
                                  <a:gd name="T21" fmla="*/ 262 h 262"/>
                                  <a:gd name="T22" fmla="*/ 140 w 965"/>
                                  <a:gd name="T23" fmla="*/ 216 h 262"/>
                                  <a:gd name="T24" fmla="*/ 382 w 965"/>
                                  <a:gd name="T25" fmla="*/ 146 h 262"/>
                                  <a:gd name="T26" fmla="*/ 632 w 965"/>
                                  <a:gd name="T27" fmla="*/ 77 h 262"/>
                                  <a:gd name="T28" fmla="*/ 790 w 965"/>
                                  <a:gd name="T29" fmla="*/ 36 h 262"/>
                                  <a:gd name="T30" fmla="*/ 965 w 965"/>
                                  <a:gd name="T31" fmla="*/ 10 h 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965" h="262">
                                    <a:moveTo>
                                      <a:pt x="965" y="10"/>
                                    </a:moveTo>
                                    <a:lnTo>
                                      <a:pt x="869" y="0"/>
                                    </a:lnTo>
                                    <a:lnTo>
                                      <a:pt x="802" y="14"/>
                                    </a:lnTo>
                                    <a:lnTo>
                                      <a:pt x="699" y="2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471" y="77"/>
                                    </a:lnTo>
                                    <a:lnTo>
                                      <a:pt x="375" y="115"/>
                                    </a:lnTo>
                                    <a:lnTo>
                                      <a:pt x="231" y="137"/>
                                    </a:lnTo>
                                    <a:lnTo>
                                      <a:pt x="128" y="197"/>
                                    </a:lnTo>
                                    <a:lnTo>
                                      <a:pt x="41" y="228"/>
                                    </a:lnTo>
                                    <a:lnTo>
                                      <a:pt x="0" y="262"/>
                                    </a:lnTo>
                                    <a:lnTo>
                                      <a:pt x="140" y="216"/>
                                    </a:lnTo>
                                    <a:lnTo>
                                      <a:pt x="382" y="146"/>
                                    </a:lnTo>
                                    <a:lnTo>
                                      <a:pt x="632" y="77"/>
                                    </a:lnTo>
                                    <a:lnTo>
                                      <a:pt x="790" y="36"/>
                                    </a:lnTo>
                                    <a:lnTo>
                                      <a:pt x="965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90BBC" id="Freeform 431" o:spid="_x0000_s1026" style="position:absolute;margin-left:349.6pt;margin-top:57.85pt;width:48.25pt;height:13.1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" path="m965,10l869,,802,14,699,24,600,50,471,77r-96,38l231,137,128,197,41,228,,262,140,216,382,146,632,77,790,36,965,10xe" fillcolor="#333">
                      <v:path arrowok="t" o:connecttype="custom" o:connectlocs="612775,6350;551815,0;509270,8890;443865,15240;381000,31750;299085,48895;238125,73025;146685,86995;81280,125095;26035,144780;0,166370;88900,137160;242570,92710;401320,48895;501650,22860;612775,6350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554990</wp:posOffset>
                      </wp:positionV>
                      <wp:extent cx="323215" cy="225425"/>
                      <wp:effectExtent l="38100" t="14605" r="29210" b="45720"/>
                      <wp:wrapNone/>
                      <wp:docPr id="35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215" cy="225425"/>
                              </a:xfrm>
                              <a:custGeom>
                                <a:avLst/>
                                <a:gdLst>
                                  <a:gd name="T0" fmla="*/ 0 w 509"/>
                                  <a:gd name="T1" fmla="*/ 355 h 355"/>
                                  <a:gd name="T2" fmla="*/ 70 w 509"/>
                                  <a:gd name="T3" fmla="*/ 218 h 355"/>
                                  <a:gd name="T4" fmla="*/ 146 w 509"/>
                                  <a:gd name="T5" fmla="*/ 165 h 355"/>
                                  <a:gd name="T6" fmla="*/ 230 w 509"/>
                                  <a:gd name="T7" fmla="*/ 86 h 355"/>
                                  <a:gd name="T8" fmla="*/ 324 w 509"/>
                                  <a:gd name="T9" fmla="*/ 43 h 355"/>
                                  <a:gd name="T10" fmla="*/ 415 w 509"/>
                                  <a:gd name="T11" fmla="*/ 2 h 355"/>
                                  <a:gd name="T12" fmla="*/ 466 w 509"/>
                                  <a:gd name="T13" fmla="*/ 0 h 355"/>
                                  <a:gd name="T14" fmla="*/ 509 w 509"/>
                                  <a:gd name="T15" fmla="*/ 14 h 355"/>
                                  <a:gd name="T16" fmla="*/ 444 w 509"/>
                                  <a:gd name="T17" fmla="*/ 24 h 355"/>
                                  <a:gd name="T18" fmla="*/ 329 w 509"/>
                                  <a:gd name="T19" fmla="*/ 69 h 355"/>
                                  <a:gd name="T20" fmla="*/ 209 w 509"/>
                                  <a:gd name="T21" fmla="*/ 144 h 355"/>
                                  <a:gd name="T22" fmla="*/ 98 w 509"/>
                                  <a:gd name="T23" fmla="*/ 235 h 355"/>
                                  <a:gd name="T24" fmla="*/ 0 w 509"/>
                                  <a:gd name="T25" fmla="*/ 355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09" h="355">
                                    <a:moveTo>
                                      <a:pt x="0" y="355"/>
                                    </a:moveTo>
                                    <a:lnTo>
                                      <a:pt x="70" y="218"/>
                                    </a:lnTo>
                                    <a:lnTo>
                                      <a:pt x="146" y="165"/>
                                    </a:lnTo>
                                    <a:lnTo>
                                      <a:pt x="230" y="86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415" y="2"/>
                                    </a:lnTo>
                                    <a:lnTo>
                                      <a:pt x="466" y="0"/>
                                    </a:lnTo>
                                    <a:lnTo>
                                      <a:pt x="509" y="14"/>
                                    </a:lnTo>
                                    <a:lnTo>
                                      <a:pt x="444" y="24"/>
                                    </a:lnTo>
                                    <a:lnTo>
                                      <a:pt x="329" y="69"/>
                                    </a:lnTo>
                                    <a:lnTo>
                                      <a:pt x="209" y="144"/>
                                    </a:lnTo>
                                    <a:lnTo>
                                      <a:pt x="98" y="235"/>
                                    </a:lnTo>
                                    <a:lnTo>
                                      <a:pt x="0" y="3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AEC80" id="Freeform 430" o:spid="_x0000_s1026" style="position:absolute;margin-left:405.3pt;margin-top:43.7pt;width:25.45pt;height:17.75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" path="m,355l70,218r76,-53l230,86,324,43,415,2,466,r43,14l444,24,329,69,209,144,98,235,,355xe" fillcolor="#333">
                      <v:path arrowok="t" o:connecttype="custom" o:connectlocs="0,225425;44450,138430;92710,104775;146050,54610;205740,27305;263525,1270;295910,0;323215,8890;281940,15240;208915,43815;132715,91440;62230,149225;0,22542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268605</wp:posOffset>
                      </wp:positionV>
                      <wp:extent cx="445135" cy="325755"/>
                      <wp:effectExtent l="54610" t="71120" r="43180" b="22225"/>
                      <wp:wrapNone/>
                      <wp:docPr id="34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25755"/>
                              </a:xfrm>
                              <a:custGeom>
                                <a:avLst/>
                                <a:gdLst>
                                  <a:gd name="T0" fmla="*/ 701 w 701"/>
                                  <a:gd name="T1" fmla="*/ 0 h 513"/>
                                  <a:gd name="T2" fmla="*/ 634 w 701"/>
                                  <a:gd name="T3" fmla="*/ 136 h 513"/>
                                  <a:gd name="T4" fmla="*/ 586 w 701"/>
                                  <a:gd name="T5" fmla="*/ 220 h 513"/>
                                  <a:gd name="T6" fmla="*/ 521 w 701"/>
                                  <a:gd name="T7" fmla="*/ 276 h 513"/>
                                  <a:gd name="T8" fmla="*/ 466 w 701"/>
                                  <a:gd name="T9" fmla="*/ 297 h 513"/>
                                  <a:gd name="T10" fmla="*/ 384 w 701"/>
                                  <a:gd name="T11" fmla="*/ 369 h 513"/>
                                  <a:gd name="T12" fmla="*/ 300 w 701"/>
                                  <a:gd name="T13" fmla="*/ 412 h 513"/>
                                  <a:gd name="T14" fmla="*/ 224 w 701"/>
                                  <a:gd name="T15" fmla="*/ 460 h 513"/>
                                  <a:gd name="T16" fmla="*/ 147 w 701"/>
                                  <a:gd name="T17" fmla="*/ 492 h 513"/>
                                  <a:gd name="T18" fmla="*/ 0 w 701"/>
                                  <a:gd name="T19" fmla="*/ 513 h 513"/>
                                  <a:gd name="T20" fmla="*/ 156 w 701"/>
                                  <a:gd name="T21" fmla="*/ 453 h 513"/>
                                  <a:gd name="T22" fmla="*/ 356 w 701"/>
                                  <a:gd name="T23" fmla="*/ 350 h 513"/>
                                  <a:gd name="T24" fmla="*/ 500 w 701"/>
                                  <a:gd name="T25" fmla="*/ 242 h 513"/>
                                  <a:gd name="T26" fmla="*/ 632 w 701"/>
                                  <a:gd name="T27" fmla="*/ 103 h 513"/>
                                  <a:gd name="T28" fmla="*/ 701 w 701"/>
                                  <a:gd name="T29" fmla="*/ 0 h 5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01" h="513">
                                    <a:moveTo>
                                      <a:pt x="701" y="0"/>
                                    </a:moveTo>
                                    <a:lnTo>
                                      <a:pt x="634" y="136"/>
                                    </a:lnTo>
                                    <a:lnTo>
                                      <a:pt x="586" y="220"/>
                                    </a:lnTo>
                                    <a:lnTo>
                                      <a:pt x="521" y="276"/>
                                    </a:lnTo>
                                    <a:lnTo>
                                      <a:pt x="466" y="297"/>
                                    </a:lnTo>
                                    <a:lnTo>
                                      <a:pt x="384" y="369"/>
                                    </a:lnTo>
                                    <a:lnTo>
                                      <a:pt x="300" y="412"/>
                                    </a:lnTo>
                                    <a:lnTo>
                                      <a:pt x="224" y="460"/>
                                    </a:lnTo>
                                    <a:lnTo>
                                      <a:pt x="147" y="492"/>
                                    </a:lnTo>
                                    <a:lnTo>
                                      <a:pt x="0" y="513"/>
                                    </a:lnTo>
                                    <a:lnTo>
                                      <a:pt x="156" y="453"/>
                                    </a:lnTo>
                                    <a:lnTo>
                                      <a:pt x="356" y="350"/>
                                    </a:lnTo>
                                    <a:lnTo>
                                      <a:pt x="500" y="242"/>
                                    </a:lnTo>
                                    <a:lnTo>
                                      <a:pt x="632" y="103"/>
                                    </a:lnTo>
                                    <a:lnTo>
                                      <a:pt x="7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7B4DC" id="Freeform 429" o:spid="_x0000_s1026" style="position:absolute;margin-left:394.6pt;margin-top:21.15pt;width:35.05pt;height:25.6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" path="m701,l634,136r-48,84l521,276r-55,21l384,369r-84,43l224,460r-77,32l,513,156,453,356,350,500,242,632,103,701,xe" fillcolor="#333">
                      <v:path arrowok="t" o:connecttype="custom" o:connectlocs="445135,0;402590,86360;372110,139700;330835,175260;295910,188595;243840,234315;190500,261620;142240,292100;93345,312420;0,325755;99060,287655;226060,222250;317500,153670;401320,65405;445135,0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3085465</wp:posOffset>
                      </wp:positionV>
                      <wp:extent cx="598170" cy="1286510"/>
                      <wp:effectExtent l="18415" t="11430" r="12065" b="16510"/>
                      <wp:wrapNone/>
                      <wp:docPr id="33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8170" cy="1286510"/>
                              </a:xfrm>
                              <a:custGeom>
                                <a:avLst/>
                                <a:gdLst>
                                  <a:gd name="T0" fmla="*/ 886 w 942"/>
                                  <a:gd name="T1" fmla="*/ 0 h 2026"/>
                                  <a:gd name="T2" fmla="*/ 942 w 942"/>
                                  <a:gd name="T3" fmla="*/ 24 h 2026"/>
                                  <a:gd name="T4" fmla="*/ 815 w 942"/>
                                  <a:gd name="T5" fmla="*/ 285 h 2026"/>
                                  <a:gd name="T6" fmla="*/ 657 w 942"/>
                                  <a:gd name="T7" fmla="*/ 578 h 2026"/>
                                  <a:gd name="T8" fmla="*/ 475 w 942"/>
                                  <a:gd name="T9" fmla="*/ 1140 h 2026"/>
                                  <a:gd name="T10" fmla="*/ 333 w 942"/>
                                  <a:gd name="T11" fmla="*/ 1630 h 2026"/>
                                  <a:gd name="T12" fmla="*/ 206 w 942"/>
                                  <a:gd name="T13" fmla="*/ 1947 h 2026"/>
                                  <a:gd name="T14" fmla="*/ 0 w 942"/>
                                  <a:gd name="T15" fmla="*/ 2026 h 2026"/>
                                  <a:gd name="T16" fmla="*/ 8 w 942"/>
                                  <a:gd name="T17" fmla="*/ 1963 h 2026"/>
                                  <a:gd name="T18" fmla="*/ 182 w 942"/>
                                  <a:gd name="T19" fmla="*/ 1876 h 2026"/>
                                  <a:gd name="T20" fmla="*/ 269 w 942"/>
                                  <a:gd name="T21" fmla="*/ 1575 h 2026"/>
                                  <a:gd name="T22" fmla="*/ 436 w 942"/>
                                  <a:gd name="T23" fmla="*/ 1021 h 2026"/>
                                  <a:gd name="T24" fmla="*/ 523 w 942"/>
                                  <a:gd name="T25" fmla="*/ 697 h 2026"/>
                                  <a:gd name="T26" fmla="*/ 649 w 942"/>
                                  <a:gd name="T27" fmla="*/ 396 h 2026"/>
                                  <a:gd name="T28" fmla="*/ 886 w 942"/>
                                  <a:gd name="T29" fmla="*/ 0 h 20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942" h="2026">
                                    <a:moveTo>
                                      <a:pt x="886" y="0"/>
                                    </a:moveTo>
                                    <a:lnTo>
                                      <a:pt x="942" y="24"/>
                                    </a:lnTo>
                                    <a:lnTo>
                                      <a:pt x="815" y="285"/>
                                    </a:lnTo>
                                    <a:lnTo>
                                      <a:pt x="657" y="578"/>
                                    </a:lnTo>
                                    <a:lnTo>
                                      <a:pt x="475" y="1140"/>
                                    </a:lnTo>
                                    <a:lnTo>
                                      <a:pt x="333" y="1630"/>
                                    </a:lnTo>
                                    <a:lnTo>
                                      <a:pt x="206" y="1947"/>
                                    </a:lnTo>
                                    <a:lnTo>
                                      <a:pt x="0" y="2026"/>
                                    </a:lnTo>
                                    <a:lnTo>
                                      <a:pt x="8" y="1963"/>
                                    </a:lnTo>
                                    <a:lnTo>
                                      <a:pt x="182" y="1876"/>
                                    </a:lnTo>
                                    <a:lnTo>
                                      <a:pt x="269" y="1575"/>
                                    </a:lnTo>
                                    <a:lnTo>
                                      <a:pt x="436" y="1021"/>
                                    </a:lnTo>
                                    <a:lnTo>
                                      <a:pt x="523" y="697"/>
                                    </a:lnTo>
                                    <a:lnTo>
                                      <a:pt x="649" y="396"/>
                                    </a:lnTo>
                                    <a:lnTo>
                                      <a:pt x="88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19F7F" id="Freeform 428" o:spid="_x0000_s1026" style="position:absolute;margin-left:108.25pt;margin-top:242.95pt;width:47.1pt;height:101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2,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" path="m886,r56,24l815,285,657,578,475,1140,333,1630,206,1947,,2026r8,-63l182,1876r87,-301l436,1021,523,697,649,396,886,xe" fillcolor="#333">
                      <v:path arrowok="t" o:connecttype="custom" o:connectlocs="562610,0;598170,15240;517525,180975;417195,367030;301625,723900;211455,1035050;130810,1236345;0,1286510;5080,1246505;115570,1191260;170815,1000125;276860,648335;332105,442595;412115,251460;562610,0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3911600</wp:posOffset>
                      </wp:positionV>
                      <wp:extent cx="257175" cy="0"/>
                      <wp:effectExtent l="5080" t="8890" r="13970" b="10160"/>
                      <wp:wrapNone/>
                      <wp:docPr id="32" name="Lin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6BE349" id="Line 425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308pt" to="102.7pt,3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1269365</wp:posOffset>
                      </wp:positionH>
                      <wp:positionV relativeFrom="paragraph">
                        <wp:posOffset>3839210</wp:posOffset>
                      </wp:positionV>
                      <wp:extent cx="75565" cy="125730"/>
                      <wp:effectExtent l="27305" t="22225" r="11430" b="23495"/>
                      <wp:wrapNone/>
                      <wp:docPr id="31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" cy="125730"/>
                              </a:xfrm>
                              <a:custGeom>
                                <a:avLst/>
                                <a:gdLst>
                                  <a:gd name="T0" fmla="*/ 119 w 119"/>
                                  <a:gd name="T1" fmla="*/ 0 h 198"/>
                                  <a:gd name="T2" fmla="*/ 119 w 119"/>
                                  <a:gd name="T3" fmla="*/ 127 h 198"/>
                                  <a:gd name="T4" fmla="*/ 56 w 119"/>
                                  <a:gd name="T5" fmla="*/ 166 h 198"/>
                                  <a:gd name="T6" fmla="*/ 0 w 119"/>
                                  <a:gd name="T7" fmla="*/ 198 h 198"/>
                                  <a:gd name="T8" fmla="*/ 119 w 119"/>
                                  <a:gd name="T9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9" h="198">
                                    <a:moveTo>
                                      <a:pt x="119" y="0"/>
                                    </a:moveTo>
                                    <a:lnTo>
                                      <a:pt x="119" y="127"/>
                                    </a:lnTo>
                                    <a:lnTo>
                                      <a:pt x="56" y="166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1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FD5DF" id="Freeform 427" o:spid="_x0000_s1026" style="position:absolute;margin-left:99.95pt;margin-top:302.3pt;width:5.95pt;height:9.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" path="m119,r,127l56,166,,198,119,xe" fillcolor="#333">
                      <v:path arrowok="t" o:connecttype="custom" o:connectlocs="75565,0;75565,80645;35560,105410;0,125730;75565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1384935</wp:posOffset>
                      </wp:positionH>
                      <wp:positionV relativeFrom="paragraph">
                        <wp:posOffset>3136265</wp:posOffset>
                      </wp:positionV>
                      <wp:extent cx="191135" cy="562610"/>
                      <wp:effectExtent l="19050" t="14605" r="18415" b="13335"/>
                      <wp:wrapNone/>
                      <wp:docPr id="30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135" cy="562610"/>
                              </a:xfrm>
                              <a:custGeom>
                                <a:avLst/>
                                <a:gdLst>
                                  <a:gd name="T0" fmla="*/ 222 w 301"/>
                                  <a:gd name="T1" fmla="*/ 0 h 886"/>
                                  <a:gd name="T2" fmla="*/ 301 w 301"/>
                                  <a:gd name="T3" fmla="*/ 55 h 886"/>
                                  <a:gd name="T4" fmla="*/ 190 w 301"/>
                                  <a:gd name="T5" fmla="*/ 538 h 886"/>
                                  <a:gd name="T6" fmla="*/ 79 w 301"/>
                                  <a:gd name="T7" fmla="*/ 886 h 886"/>
                                  <a:gd name="T8" fmla="*/ 0 w 301"/>
                                  <a:gd name="T9" fmla="*/ 862 h 886"/>
                                  <a:gd name="T10" fmla="*/ 103 w 301"/>
                                  <a:gd name="T11" fmla="*/ 522 h 886"/>
                                  <a:gd name="T12" fmla="*/ 222 w 301"/>
                                  <a:gd name="T13" fmla="*/ 0 h 8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01" h="886">
                                    <a:moveTo>
                                      <a:pt x="222" y="0"/>
                                    </a:moveTo>
                                    <a:lnTo>
                                      <a:pt x="301" y="55"/>
                                    </a:lnTo>
                                    <a:lnTo>
                                      <a:pt x="190" y="538"/>
                                    </a:lnTo>
                                    <a:lnTo>
                                      <a:pt x="79" y="886"/>
                                    </a:lnTo>
                                    <a:lnTo>
                                      <a:pt x="0" y="862"/>
                                    </a:lnTo>
                                    <a:lnTo>
                                      <a:pt x="103" y="522"/>
                                    </a:lnTo>
                                    <a:lnTo>
                                      <a:pt x="2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642D3" id="Freeform 426" o:spid="_x0000_s1026" style="position:absolute;margin-left:109.05pt;margin-top:246.95pt;width:15.05pt;height:44.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" path="m222,r79,55l190,538,79,886,,862,103,522,222,xe" fillcolor="#333">
                      <v:path arrowok="t" o:connecttype="custom" o:connectlocs="140970,0;191135,34925;120650,341630;50165,562610;0,547370;65405,331470;140970,0" o:connectangles="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2744470</wp:posOffset>
                      </wp:positionV>
                      <wp:extent cx="257175" cy="0"/>
                      <wp:effectExtent l="10795" t="13335" r="8255" b="5715"/>
                      <wp:wrapNone/>
                      <wp:docPr id="29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DC3D8D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9pt,216.1pt" to="127.15pt,2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/o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2667635</wp:posOffset>
                      </wp:positionV>
                      <wp:extent cx="306070" cy="152400"/>
                      <wp:effectExtent l="8890" t="3175" r="8890" b="6350"/>
                      <wp:wrapNone/>
                      <wp:docPr id="28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9" type="#_x0000_t202" style="position:absolute;left:0;text-align:left;margin-left:83.5pt;margin-top:210.0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dl5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2822575</wp:posOffset>
                      </wp:positionV>
                      <wp:extent cx="476250" cy="0"/>
                      <wp:effectExtent l="6985" t="5715" r="12065" b="13335"/>
                      <wp:wrapNone/>
                      <wp:docPr id="27" name="Lin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C47DE9" id="Line 423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35pt,222.25pt" to="201.85pt,2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yatFAIAACo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2512060</wp:posOffset>
                      </wp:positionH>
                      <wp:positionV relativeFrom="paragraph">
                        <wp:posOffset>2762885</wp:posOffset>
                      </wp:positionV>
                      <wp:extent cx="306070" cy="152400"/>
                      <wp:effectExtent l="3175" t="3175" r="5080" b="6350"/>
                      <wp:wrapNone/>
                      <wp:docPr id="26" name="Text Box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352C3" w:rsidRPr="004E4B01" w:rsidRDefault="003352C3" w:rsidP="003352C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2" o:spid="_x0000_s1030" type="#_x0000_t202" style="position:absolute;left:0;text-align:left;margin-left:197.8pt;margin-top:217.5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eWeoQ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352C3" w:rsidRPr="004E4B01" w:rsidRDefault="003352C3" w:rsidP="003352C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1357630</wp:posOffset>
                      </wp:positionV>
                      <wp:extent cx="572135" cy="288290"/>
                      <wp:effectExtent l="5080" t="7620" r="3810" b="8890"/>
                      <wp:wrapNone/>
                      <wp:docPr id="25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135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3352C3" w:rsidP="00DA2B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M181/48</w:t>
                                  </w:r>
                                </w:p>
                                <w:p w:rsidR="003352C3" w:rsidRPr="004E4B01" w:rsidRDefault="003352C3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1" type="#_x0000_t202" style="position:absolute;left:0;text-align:left;margin-left:156.7pt;margin-top:106.9pt;width:45.05pt;height:22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Default="003352C3" w:rsidP="00DA2BD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M181/48</w:t>
                            </w:r>
                          </w:p>
                          <w:p w:rsidR="003352C3" w:rsidRPr="004E4B01" w:rsidRDefault="003352C3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3921125</wp:posOffset>
                      </wp:positionH>
                      <wp:positionV relativeFrom="paragraph">
                        <wp:posOffset>520700</wp:posOffset>
                      </wp:positionV>
                      <wp:extent cx="463550" cy="288290"/>
                      <wp:effectExtent l="2540" t="8890" r="635" b="7620"/>
                      <wp:wrapNone/>
                      <wp:docPr id="24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3352C3" w:rsidP="00210AA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B442/75</w:t>
                                  </w:r>
                                </w:p>
                                <w:p w:rsidR="003352C3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75-99%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32" type="#_x0000_t202" style="position:absolute;left:0;text-align:left;margin-left:308.75pt;margin-top:41pt;width:36.5pt;height:22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Default="003352C3" w:rsidP="00210AA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B442/75</w:t>
                            </w:r>
                          </w:p>
                          <w:p w:rsidR="003352C3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75-99%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23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07C88B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sQ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DA5qxA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2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4605D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HMLFQ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1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" o:spid="_x0000_s1033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ePngIAAEw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AczAeP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0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34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WHv3va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19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3352C3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35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rc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3352C3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18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3352C3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6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3q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3352C3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17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7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vz2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ZhgJ0kGNXuhg0UoOaJJN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eDFOjvrcivrIyhKS6g4iAMmESxaqb9h1ENXF9h8&#10;3RNNMeLvhFOlCwvGwLWhr43ttUFEBVAFthiF5dqG0bFXmu1aeCn0gZCPoOSGeZU5yYeogIkzoHM9&#10;p9OUcaPh2vZev2bh8icA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B8ovz2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6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8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fo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5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9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Eq9oAIAAFQ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9BRKva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4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40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J7nw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DR+1J7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3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41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3352C3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2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3352C3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50A6A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3352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3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50A6A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  <w:r w:rsidR="003352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50A6A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4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50A6A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5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6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7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6A0A24"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3352C3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13970" t="11430" r="9525" b="12700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74C5" id="Freeform 379" o:spid="_x0000_s1026" style="position:absolute;margin-left:60.65pt;margin-top:2.2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3352C3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2498090</wp:posOffset>
                      </wp:positionH>
                      <wp:positionV relativeFrom="paragraph">
                        <wp:posOffset>17780</wp:posOffset>
                      </wp:positionV>
                      <wp:extent cx="395605" cy="61595"/>
                      <wp:effectExtent l="5715" t="10160" r="8255" b="13970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8E148" id="Freeform 381" o:spid="_x0000_s1026" style="position:absolute;margin-left:196.7pt;margin-top:1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1732280</wp:posOffset>
                      </wp:positionH>
                      <wp:positionV relativeFrom="paragraph">
                        <wp:posOffset>22860</wp:posOffset>
                      </wp:positionV>
                      <wp:extent cx="395605" cy="61595"/>
                      <wp:effectExtent l="11430" t="5715" r="12065" b="18415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6C57C" id="Freeform 380" o:spid="_x0000_s1026" style="position:absolute;margin-left:136.4pt;margin-top:1.8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D0hGHm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13970</wp:posOffset>
                      </wp:positionV>
                      <wp:extent cx="395605" cy="61595"/>
                      <wp:effectExtent l="7620" t="6350" r="6350" b="17780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4B023" id="Freeform 378" o:spid="_x0000_s1026" alt="Granite" style="position:absolute;margin-left:47.6pt;margin-top:1.1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U22AH3QAAAAcBAAAPAAAAZHJzL2Rv&#10;d25yZXYueG1sTI7NTsMwEITvSH0Haytxo04ihaYhToWoEAhO/RFnJ16SiHgdxW4beHq2p/Y0O5rR&#10;7FesJ9uLE46+c6QgXkQgkGpnOmoUHPavDxkIHzQZ3TtCBb/oYV3O7gqdG3emLZ52oRE8Qj7XCtoQ&#10;hlxKX7dotV+4AYmzbzdaHdiOjTSjPvO47WUSRY/S6o74Q6sHfGmx/tkdrQI3bT+bzduh8vEyC9n7&#10;xn7Ef19K3c+n5ycQAadwLcMFn9GhZKbKHcl40StYpQk3FSQslzhdpiAqPuIVyLKQt/zlP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Dw2I5a+QQAAGQNAAAOAAAAAAAAAAAAAAAAADwCAABkcnMv&#10;ZTJvRG9jLnhtbFBLAQItABQABgAIAAAAIQBYYLMbugAAACIBAAAZAAAAAAAAAAAAAAAAAGEHAABk&#10;cnMvX3JlbHMvZTJvRG9jLnhtbC5yZWxzUEsBAi0AFAAGAAgAAAAhAJTbYAf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17780</wp:posOffset>
                      </wp:positionV>
                      <wp:extent cx="335280" cy="62865"/>
                      <wp:effectExtent l="13970" t="19685" r="31750" b="12700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64DCC" id="Freeform 382" o:spid="_x0000_s1026" style="position:absolute;margin-left:292.6pt;margin-top:1.4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Surface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proofErr w:type="spellStart"/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Aortoiliac</w:t>
            </w:r>
            <w:proofErr w:type="spellEnd"/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 xml:space="preserve"> Segment: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AD4CCC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 w:cs="Arial"/>
                <w:sz w:val="17"/>
                <w:szCs w:val="17"/>
              </w:rPr>
              <w:t>Patent. Mild diffuse calcification with no significant stenosis seen. Normal calibre Aorta.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Common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AD4CCC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/>
                <w:bCs/>
                <w:sz w:val="17"/>
                <w:szCs w:val="17"/>
              </w:rPr>
              <w:t>There is a 75-99% calcific stenosis that measures approximately 3.1cm in length.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Proximal Profunda Femoris: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AD4CCC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Superficial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3352C3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/>
                <w:bCs/>
                <w:sz w:val="17"/>
                <w:szCs w:val="17"/>
              </w:rPr>
              <w:t>Patent. There is a 75-99% mid SFA calcific stenosis that measures approximately 1.9cm in length. Diffuse calcification throughout.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Popliteal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3352C3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/>
                <w:bCs/>
                <w:sz w:val="17"/>
                <w:szCs w:val="17"/>
              </w:rPr>
              <w:t>Limited flow was seen throughout the long calcific stenosis in the proximal Popliteal artery due to the limited views obtained. However the post stenotic PSV indicates a 75-99% stenosis. Mild calcific atheroma throughout the Popliteal artery.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6A0A24">
              <w:rPr>
                <w:rFonts w:ascii="Arial" w:hAnsi="Arial" w:cs="Arial"/>
                <w:color w:val="808080"/>
                <w:sz w:val="17"/>
                <w:szCs w:val="17"/>
              </w:rPr>
              <w:t>Calf: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6A0A24" w:rsidRDefault="003352C3" w:rsidP="003352C3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6A0A24">
              <w:rPr>
                <w:rFonts w:ascii="Arial" w:hAnsi="Arial"/>
                <w:bCs/>
                <w:sz w:val="17"/>
                <w:szCs w:val="17"/>
              </w:rPr>
              <w:t xml:space="preserve">The PTA becomes occluded in the mid-calf. Corkscrew collaterals seen in the mid-distal PTA </w:t>
            </w:r>
            <w:proofErr w:type="gramStart"/>
            <w:r w:rsidRPr="006A0A24">
              <w:rPr>
                <w:rFonts w:ascii="Arial" w:hAnsi="Arial"/>
                <w:bCs/>
                <w:sz w:val="17"/>
                <w:szCs w:val="17"/>
              </w:rPr>
              <w:t>territory ?</w:t>
            </w:r>
            <w:proofErr w:type="spellStart"/>
            <w:r w:rsidRPr="006A0A24">
              <w:rPr>
                <w:rFonts w:ascii="Arial" w:hAnsi="Arial"/>
                <w:bCs/>
                <w:sz w:val="17"/>
                <w:szCs w:val="17"/>
              </w:rPr>
              <w:t>Buergers</w:t>
            </w:r>
            <w:proofErr w:type="spellEnd"/>
            <w:proofErr w:type="gramEnd"/>
            <w:r w:rsidRPr="006A0A24">
              <w:rPr>
                <w:rFonts w:ascii="Arial" w:hAnsi="Arial"/>
                <w:bCs/>
                <w:sz w:val="17"/>
                <w:szCs w:val="17"/>
              </w:rPr>
              <w:t xml:space="preserve"> disease. The ATA is occluded in the mid-calf but refills distally where there is a 75-99% stenosis. The Peroneal artery is patent throughout. Diffuse calcification throughout. </w:t>
            </w:r>
          </w:p>
        </w:tc>
      </w:tr>
      <w:tr w:rsidR="00DA2BDB" w:rsidRPr="00AD4CCC" w:rsidTr="006A0A24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3352C3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A6A" w:rsidRDefault="00850A6A">
      <w:r>
        <w:separator/>
      </w:r>
    </w:p>
  </w:endnote>
  <w:endnote w:type="continuationSeparator" w:id="0">
    <w:p w:rsidR="00850A6A" w:rsidRDefault="0085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A6A" w:rsidRDefault="00850A6A">
      <w:r>
        <w:separator/>
      </w:r>
    </w:p>
  </w:footnote>
  <w:footnote w:type="continuationSeparator" w:id="0">
    <w:p w:rsidR="00850A6A" w:rsidRDefault="0085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3352C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6A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352C3"/>
    <w:rsid w:val="003512C1"/>
    <w:rsid w:val="003651D8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0A24"/>
    <w:rsid w:val="006A4D8E"/>
    <w:rsid w:val="00704284"/>
    <w:rsid w:val="00756F42"/>
    <w:rsid w:val="0077506E"/>
    <w:rsid w:val="00781E01"/>
    <w:rsid w:val="00784424"/>
    <w:rsid w:val="00796C22"/>
    <w:rsid w:val="007A7B01"/>
    <w:rsid w:val="007C096F"/>
    <w:rsid w:val="007D2F8F"/>
    <w:rsid w:val="007E0A39"/>
    <w:rsid w:val="007E0F05"/>
    <w:rsid w:val="007F000A"/>
    <w:rsid w:val="007F42AE"/>
    <w:rsid w:val="00845175"/>
    <w:rsid w:val="00850A6A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553A8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0AEB54A6"/>
  <w15:chartTrackingRefBased/>
  <w15:docId w15:val="{18FA40B3-9E44-41E8-AEB4-AA6FD952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1</TotalTime>
  <Pages>1</Pages>
  <Words>191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2020-07-13T14:22:00Z</cp:lastPrinted>
  <dcterms:created xsi:type="dcterms:W3CDTF">2020-08-12T08:07:00Z</dcterms:created>
  <dcterms:modified xsi:type="dcterms:W3CDTF">2020-08-12T08:08:00Z</dcterms:modified>
  <cp:category>Patient Report</cp:category>
</cp:coreProperties>
</file>